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4223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4223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4223D">
        <w:rPr>
          <w:rFonts w:ascii="Corbel" w:hAnsi="Corbel"/>
          <w:b/>
          <w:bCs/>
          <w:sz w:val="24"/>
          <w:szCs w:val="24"/>
        </w:rPr>
        <w:tab/>
      </w:r>
      <w:r w:rsidR="00CD6897" w:rsidRPr="00F4223D">
        <w:rPr>
          <w:rFonts w:ascii="Corbel" w:hAnsi="Corbel"/>
          <w:b/>
          <w:bCs/>
          <w:sz w:val="24"/>
          <w:szCs w:val="24"/>
        </w:rPr>
        <w:tab/>
      </w:r>
      <w:r w:rsidR="00CD6897" w:rsidRPr="00F4223D">
        <w:rPr>
          <w:rFonts w:ascii="Corbel" w:hAnsi="Corbel"/>
          <w:b/>
          <w:bCs/>
          <w:sz w:val="24"/>
          <w:szCs w:val="24"/>
        </w:rPr>
        <w:tab/>
      </w:r>
      <w:r w:rsidR="00CD6897" w:rsidRPr="00F4223D">
        <w:rPr>
          <w:rFonts w:ascii="Corbel" w:hAnsi="Corbel"/>
          <w:b/>
          <w:bCs/>
          <w:sz w:val="24"/>
          <w:szCs w:val="24"/>
        </w:rPr>
        <w:tab/>
      </w:r>
      <w:r w:rsidR="00CD6897" w:rsidRPr="00F4223D">
        <w:rPr>
          <w:rFonts w:ascii="Corbel" w:hAnsi="Corbel"/>
          <w:b/>
          <w:bCs/>
          <w:sz w:val="24"/>
          <w:szCs w:val="24"/>
        </w:rPr>
        <w:tab/>
      </w:r>
      <w:r w:rsidR="00CD6897" w:rsidRPr="00F4223D">
        <w:rPr>
          <w:rFonts w:ascii="Corbel" w:hAnsi="Corbel"/>
          <w:b/>
          <w:bCs/>
          <w:sz w:val="24"/>
          <w:szCs w:val="24"/>
        </w:rPr>
        <w:tab/>
      </w:r>
      <w:r w:rsidR="00D8678B" w:rsidRPr="00F4223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4223D">
        <w:rPr>
          <w:rFonts w:ascii="Corbel" w:hAnsi="Corbel"/>
          <w:bCs/>
          <w:i/>
          <w:sz w:val="24"/>
          <w:szCs w:val="24"/>
        </w:rPr>
        <w:t>1.5</w:t>
      </w:r>
      <w:r w:rsidR="00D8678B" w:rsidRPr="00F4223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4223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4223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4223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4223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4223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4223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4223D">
        <w:rPr>
          <w:rFonts w:ascii="Corbel" w:hAnsi="Corbel"/>
          <w:b/>
          <w:smallCaps/>
          <w:sz w:val="24"/>
          <w:szCs w:val="24"/>
        </w:rPr>
        <w:t xml:space="preserve"> </w:t>
      </w:r>
      <w:r w:rsidR="000A2651">
        <w:rPr>
          <w:rFonts w:ascii="Corbel" w:hAnsi="Corbel"/>
          <w:i/>
          <w:smallCaps/>
        </w:rPr>
        <w:t>2021-2023</w:t>
      </w:r>
    </w:p>
    <w:p w:rsidR="0085747A" w:rsidRPr="00F4223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A5D1D">
        <w:rPr>
          <w:rFonts w:ascii="Corbel" w:hAnsi="Corbel"/>
          <w:i/>
          <w:sz w:val="24"/>
          <w:szCs w:val="24"/>
        </w:rPr>
        <w:t xml:space="preserve">     </w:t>
      </w:r>
      <w:r w:rsidR="0085747A" w:rsidRPr="00D606E4">
        <w:rPr>
          <w:rFonts w:ascii="Corbel" w:hAnsi="Corbel"/>
          <w:i/>
          <w:sz w:val="20"/>
          <w:szCs w:val="24"/>
        </w:rPr>
        <w:t>(skrajne daty</w:t>
      </w:r>
      <w:r w:rsidR="0085747A" w:rsidRPr="00D606E4">
        <w:rPr>
          <w:rFonts w:ascii="Corbel" w:hAnsi="Corbel"/>
          <w:sz w:val="20"/>
          <w:szCs w:val="24"/>
        </w:rPr>
        <w:t>)</w:t>
      </w:r>
    </w:p>
    <w:p w:rsidR="00445970" w:rsidRPr="00F4223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Pr="00F4223D">
        <w:rPr>
          <w:rFonts w:ascii="Corbel" w:hAnsi="Corbel"/>
          <w:sz w:val="24"/>
          <w:szCs w:val="24"/>
        </w:rPr>
        <w:tab/>
      </w:r>
      <w:r w:rsidR="000A2651"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Pr="00F4223D">
        <w:rPr>
          <w:rFonts w:ascii="Corbel" w:hAnsi="Corbel"/>
          <w:sz w:val="24"/>
          <w:szCs w:val="24"/>
        </w:rPr>
        <w:t xml:space="preserve">Rok akademicki </w:t>
      </w:r>
      <w:r w:rsidR="000A2651" w:rsidRPr="000A2651">
        <w:rPr>
          <w:rFonts w:ascii="Corbel" w:hAnsi="Corbel"/>
          <w:sz w:val="24"/>
          <w:szCs w:val="24"/>
        </w:rPr>
        <w:t>2022/2023</w:t>
      </w:r>
    </w:p>
    <w:p w:rsidR="0085747A" w:rsidRPr="00F422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4223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4223D">
        <w:rPr>
          <w:rFonts w:ascii="Corbel" w:hAnsi="Corbel"/>
          <w:szCs w:val="24"/>
        </w:rPr>
        <w:t xml:space="preserve">1. </w:t>
      </w:r>
      <w:r w:rsidR="0085747A" w:rsidRPr="00F4223D">
        <w:rPr>
          <w:rFonts w:ascii="Corbel" w:hAnsi="Corbel"/>
          <w:szCs w:val="24"/>
        </w:rPr>
        <w:t xml:space="preserve">Podstawowe </w:t>
      </w:r>
      <w:r w:rsidR="00445970" w:rsidRPr="00F4223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4223D" w:rsidTr="00A60D8A">
        <w:tc>
          <w:tcPr>
            <w:tcW w:w="2694" w:type="dxa"/>
            <w:vAlign w:val="center"/>
          </w:tcPr>
          <w:p w:rsidR="0085747A" w:rsidRPr="00F422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A5D1D" w:rsidRDefault="007E6F80" w:rsidP="007E6F8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A5D1D">
              <w:rPr>
                <w:rFonts w:ascii="Corbel" w:hAnsi="Corbel"/>
                <w:sz w:val="24"/>
                <w:szCs w:val="24"/>
              </w:rPr>
              <w:t xml:space="preserve">Strategiczne zarządzanie rozwojem lokalnym i regionalnym (Strategic management of </w:t>
            </w:r>
            <w:proofErr w:type="spellStart"/>
            <w:r w:rsidRPr="00EA5D1D">
              <w:rPr>
                <w:rFonts w:ascii="Corbel" w:hAnsi="Corbel"/>
                <w:sz w:val="24"/>
                <w:szCs w:val="24"/>
              </w:rPr>
              <w:t>regional</w:t>
            </w:r>
            <w:proofErr w:type="spellEnd"/>
            <w:r w:rsidRPr="00EA5D1D">
              <w:rPr>
                <w:rFonts w:ascii="Corbel" w:hAnsi="Corbel"/>
                <w:sz w:val="24"/>
                <w:szCs w:val="24"/>
              </w:rPr>
              <w:t xml:space="preserve"> development)</w:t>
            </w:r>
          </w:p>
        </w:tc>
      </w:tr>
      <w:tr w:rsidR="00A60D8A" w:rsidRPr="00F4223D" w:rsidTr="00A60D8A">
        <w:tc>
          <w:tcPr>
            <w:tcW w:w="2694" w:type="dxa"/>
            <w:vAlign w:val="center"/>
          </w:tcPr>
          <w:p w:rsidR="00A60D8A" w:rsidRPr="00F4223D" w:rsidRDefault="00A60D8A" w:rsidP="00A60D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60D8A" w:rsidRPr="00F4223D" w:rsidRDefault="00A60D8A" w:rsidP="00A60D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>PRA 100</w:t>
            </w:r>
          </w:p>
        </w:tc>
      </w:tr>
      <w:tr w:rsidR="00257CF4" w:rsidRPr="00F4223D" w:rsidTr="00A60D8A">
        <w:tc>
          <w:tcPr>
            <w:tcW w:w="2694" w:type="dxa"/>
            <w:vAlign w:val="center"/>
          </w:tcPr>
          <w:p w:rsidR="00257CF4" w:rsidRPr="00F4223D" w:rsidRDefault="00257CF4" w:rsidP="00257CF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57CF4" w:rsidRPr="00F4223D" w:rsidRDefault="00257CF4" w:rsidP="00257C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A5D1D" w:rsidRPr="00F4223D" w:rsidTr="00A60D8A">
        <w:tc>
          <w:tcPr>
            <w:tcW w:w="2694" w:type="dxa"/>
            <w:vAlign w:val="center"/>
          </w:tcPr>
          <w:p w:rsidR="00EA5D1D" w:rsidRPr="00F4223D" w:rsidRDefault="00EA5D1D" w:rsidP="00EA5D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5D1D" w:rsidRPr="00F4223D" w:rsidRDefault="00EA5D1D" w:rsidP="00EA5D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A5D1D" w:rsidRPr="00F4223D" w:rsidTr="00A60D8A">
        <w:tc>
          <w:tcPr>
            <w:tcW w:w="2694" w:type="dxa"/>
            <w:vAlign w:val="center"/>
          </w:tcPr>
          <w:p w:rsidR="00EA5D1D" w:rsidRPr="00F4223D" w:rsidRDefault="00EA5D1D" w:rsidP="00EA5D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5D1D" w:rsidRPr="00F4223D" w:rsidRDefault="00EA5D1D" w:rsidP="00EA5D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dministracja</w:t>
            </w:r>
          </w:p>
        </w:tc>
      </w:tr>
      <w:tr w:rsidR="00EA5D1D" w:rsidRPr="00F4223D" w:rsidTr="00A60D8A">
        <w:tc>
          <w:tcPr>
            <w:tcW w:w="2694" w:type="dxa"/>
            <w:vAlign w:val="center"/>
          </w:tcPr>
          <w:p w:rsidR="00EA5D1D" w:rsidRPr="00F4223D" w:rsidRDefault="00EA5D1D" w:rsidP="00EA5D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5D1D" w:rsidRPr="00F4223D" w:rsidRDefault="00EA5D1D" w:rsidP="00EA5D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tudia drugiego stopnia</w:t>
            </w:r>
          </w:p>
        </w:tc>
      </w:tr>
      <w:tr w:rsidR="00EA5D1D" w:rsidRPr="00F4223D" w:rsidTr="00A60D8A">
        <w:tc>
          <w:tcPr>
            <w:tcW w:w="2694" w:type="dxa"/>
            <w:vAlign w:val="center"/>
          </w:tcPr>
          <w:p w:rsidR="00EA5D1D" w:rsidRPr="00F4223D" w:rsidRDefault="00EA5D1D" w:rsidP="00EA5D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5D1D" w:rsidRPr="00F4223D" w:rsidRDefault="00EA5D1D" w:rsidP="00EA5D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EA5D1D" w:rsidRPr="00F4223D" w:rsidTr="00A60D8A">
        <w:tc>
          <w:tcPr>
            <w:tcW w:w="2694" w:type="dxa"/>
            <w:vAlign w:val="center"/>
          </w:tcPr>
          <w:p w:rsidR="00EA5D1D" w:rsidRPr="00F4223D" w:rsidRDefault="00EA5D1D" w:rsidP="00EA5D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5D1D" w:rsidRPr="00F4223D" w:rsidRDefault="00EA5D1D" w:rsidP="00EA5D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A5D1D" w:rsidRPr="00F4223D" w:rsidTr="00A60D8A">
        <w:tc>
          <w:tcPr>
            <w:tcW w:w="2694" w:type="dxa"/>
            <w:vAlign w:val="center"/>
          </w:tcPr>
          <w:p w:rsidR="00EA5D1D" w:rsidRPr="00F4223D" w:rsidRDefault="00EA5D1D" w:rsidP="00EA5D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A5D1D" w:rsidRPr="00F4223D" w:rsidRDefault="00EA5D1D" w:rsidP="00EA5D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ok II, semestr III</w:t>
            </w:r>
          </w:p>
        </w:tc>
      </w:tr>
      <w:tr w:rsidR="00EA5D1D" w:rsidRPr="00F4223D" w:rsidTr="00A60D8A">
        <w:tc>
          <w:tcPr>
            <w:tcW w:w="2694" w:type="dxa"/>
            <w:vAlign w:val="center"/>
          </w:tcPr>
          <w:p w:rsidR="00EA5D1D" w:rsidRPr="00F4223D" w:rsidRDefault="00EA5D1D" w:rsidP="00EA5D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A5D1D" w:rsidRPr="00F4223D" w:rsidRDefault="00EA5D1D" w:rsidP="00EA5D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EA5D1D" w:rsidRPr="00F4223D" w:rsidTr="00A60D8A">
        <w:tc>
          <w:tcPr>
            <w:tcW w:w="2694" w:type="dxa"/>
            <w:vAlign w:val="center"/>
          </w:tcPr>
          <w:p w:rsidR="00EA5D1D" w:rsidRPr="00F4223D" w:rsidRDefault="00EA5D1D" w:rsidP="00EA5D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A5D1D" w:rsidRPr="00F4223D" w:rsidRDefault="00EA5D1D" w:rsidP="00EA5D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EA5D1D" w:rsidRPr="00F4223D" w:rsidTr="00A60D8A">
        <w:tc>
          <w:tcPr>
            <w:tcW w:w="2694" w:type="dxa"/>
            <w:vAlign w:val="center"/>
          </w:tcPr>
          <w:p w:rsidR="00EA5D1D" w:rsidRPr="00F4223D" w:rsidRDefault="00EA5D1D" w:rsidP="00EA5D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A5D1D" w:rsidRPr="00F4223D" w:rsidRDefault="00EA5D1D" w:rsidP="00EA5D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 Agata Barczewska-Dziobek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EA5D1D" w:rsidRPr="00F4223D" w:rsidTr="00A60D8A">
        <w:tc>
          <w:tcPr>
            <w:tcW w:w="2694" w:type="dxa"/>
            <w:vAlign w:val="center"/>
          </w:tcPr>
          <w:p w:rsidR="00EA5D1D" w:rsidRPr="00F4223D" w:rsidRDefault="00EA5D1D" w:rsidP="00EA5D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A5D1D" w:rsidRPr="00F4223D" w:rsidRDefault="00EA5D1D" w:rsidP="00EA5D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 Agata B</w:t>
            </w:r>
            <w:r>
              <w:rPr>
                <w:rFonts w:ascii="Corbel" w:hAnsi="Corbel"/>
                <w:b w:val="0"/>
                <w:sz w:val="24"/>
                <w:szCs w:val="24"/>
              </w:rPr>
              <w:t>arczewska-Dziobek, prof. UR, dr Anna Łukaszuk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>, mgr Izabela Bentkowska-Furman, mgr Agata Fiołek</w:t>
            </w:r>
          </w:p>
        </w:tc>
      </w:tr>
    </w:tbl>
    <w:p w:rsidR="00923D7D" w:rsidRPr="00F4223D" w:rsidRDefault="0085747A" w:rsidP="00EA5D1D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* </w:t>
      </w:r>
      <w:r w:rsidRPr="00F4223D">
        <w:rPr>
          <w:rFonts w:ascii="Corbel" w:hAnsi="Corbel"/>
          <w:i/>
          <w:sz w:val="24"/>
          <w:szCs w:val="24"/>
        </w:rPr>
        <w:t>-</w:t>
      </w:r>
      <w:r w:rsidR="00B90885" w:rsidRPr="00F4223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4223D">
        <w:rPr>
          <w:rFonts w:ascii="Corbel" w:hAnsi="Corbel"/>
          <w:b w:val="0"/>
          <w:sz w:val="24"/>
          <w:szCs w:val="24"/>
        </w:rPr>
        <w:t>e,</w:t>
      </w:r>
      <w:r w:rsidRPr="00F4223D">
        <w:rPr>
          <w:rFonts w:ascii="Corbel" w:hAnsi="Corbel"/>
          <w:i/>
          <w:sz w:val="24"/>
          <w:szCs w:val="24"/>
        </w:rPr>
        <w:t xml:space="preserve"> </w:t>
      </w:r>
      <w:r w:rsidRPr="00F422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4223D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F4223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1.</w:t>
      </w:r>
      <w:r w:rsidR="00E22FBC" w:rsidRPr="00F4223D">
        <w:rPr>
          <w:rFonts w:ascii="Corbel" w:hAnsi="Corbel"/>
          <w:sz w:val="24"/>
          <w:szCs w:val="24"/>
        </w:rPr>
        <w:t>1</w:t>
      </w:r>
      <w:r w:rsidRPr="00F422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4223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4223D" w:rsidTr="00EA5D1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015B8F" w:rsidP="00EA5D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Semestr</w:t>
            </w:r>
          </w:p>
          <w:p w:rsidR="00015B8F" w:rsidRPr="00F4223D" w:rsidRDefault="002B5EA0" w:rsidP="00EA5D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(</w:t>
            </w:r>
            <w:r w:rsidR="00363F78" w:rsidRPr="00F4223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223D" w:rsidRDefault="00015B8F" w:rsidP="00EA5D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Wykł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223D" w:rsidRDefault="00015B8F" w:rsidP="00EA5D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223D" w:rsidRDefault="00015B8F" w:rsidP="00EA5D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223D" w:rsidRDefault="00015B8F" w:rsidP="00EA5D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015B8F" w:rsidP="00EA5D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Sem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223D" w:rsidRDefault="00015B8F" w:rsidP="00EA5D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223D" w:rsidRDefault="00015B8F" w:rsidP="00EA5D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4223D">
              <w:rPr>
                <w:rFonts w:ascii="Corbel" w:hAnsi="Corbel"/>
                <w:szCs w:val="24"/>
              </w:rPr>
              <w:t>Prakt</w:t>
            </w:r>
            <w:proofErr w:type="spellEnd"/>
            <w:r w:rsidRPr="00F422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223D" w:rsidRDefault="00015B8F" w:rsidP="00EA5D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422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4223D" w:rsidRDefault="00015B8F" w:rsidP="00EA5D1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223D">
              <w:rPr>
                <w:rFonts w:ascii="Corbel" w:hAnsi="Corbel"/>
                <w:b/>
                <w:szCs w:val="24"/>
              </w:rPr>
              <w:t>Liczba pkt</w:t>
            </w:r>
            <w:r w:rsidR="00B90885" w:rsidRPr="00F4223D">
              <w:rPr>
                <w:rFonts w:ascii="Corbel" w:hAnsi="Corbel"/>
                <w:b/>
                <w:szCs w:val="24"/>
              </w:rPr>
              <w:t>.</w:t>
            </w:r>
            <w:r w:rsidRPr="00F422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4223D" w:rsidTr="00EA5D1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177C0C" w:rsidP="00EA5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015B8F" w:rsidP="00EA5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015B8F" w:rsidP="00EA5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DE0578" w:rsidP="00EA5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015B8F" w:rsidP="00EA5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015B8F" w:rsidP="00EA5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015B8F" w:rsidP="00EA5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015B8F" w:rsidP="00EA5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015B8F" w:rsidP="00EA5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4223D" w:rsidRDefault="00177C0C" w:rsidP="00EA5D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F4223D" w:rsidRDefault="00923D7D" w:rsidP="00BE675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422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1.</w:t>
      </w:r>
      <w:r w:rsidR="00E22FBC" w:rsidRPr="00F4223D">
        <w:rPr>
          <w:rFonts w:ascii="Corbel" w:hAnsi="Corbel"/>
          <w:smallCaps w:val="0"/>
          <w:szCs w:val="24"/>
        </w:rPr>
        <w:t>2</w:t>
      </w:r>
      <w:r w:rsidR="00F83B28" w:rsidRPr="00F4223D">
        <w:rPr>
          <w:rFonts w:ascii="Corbel" w:hAnsi="Corbel"/>
          <w:smallCaps w:val="0"/>
          <w:szCs w:val="24"/>
        </w:rPr>
        <w:t>.</w:t>
      </w:r>
      <w:r w:rsidR="00F83B28" w:rsidRPr="00F4223D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4223D" w:rsidRDefault="00177C0C" w:rsidP="0070058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eastAsia="MS Gothic" w:hAnsi="Corbel" w:cs="Segoe UI Symbol"/>
          <w:b w:val="0"/>
          <w:szCs w:val="24"/>
        </w:rPr>
        <w:t>x</w:t>
      </w:r>
      <w:r w:rsidR="0085747A" w:rsidRPr="00F4223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7E6F80" w:rsidRDefault="007E6F80" w:rsidP="0070058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eastAsia="MS Gothic" w:hAnsi="Corbel" w:cs="Segoe UI Symbol"/>
          <w:b w:val="0"/>
          <w:szCs w:val="24"/>
        </w:rPr>
        <w:t>x</w:t>
      </w:r>
      <w:r w:rsidRPr="007E6F80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7E6F80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E22FBC" w:rsidRPr="00F4223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1.3 </w:t>
      </w:r>
      <w:r w:rsidR="00F83B28" w:rsidRPr="00F4223D">
        <w:rPr>
          <w:rFonts w:ascii="Corbel" w:hAnsi="Corbel"/>
          <w:smallCaps w:val="0"/>
          <w:szCs w:val="24"/>
        </w:rPr>
        <w:tab/>
      </w:r>
      <w:r w:rsidRPr="00F4223D">
        <w:rPr>
          <w:rFonts w:ascii="Corbel" w:hAnsi="Corbel"/>
          <w:smallCaps w:val="0"/>
          <w:szCs w:val="24"/>
        </w:rPr>
        <w:t>For</w:t>
      </w:r>
      <w:r w:rsidR="00445970" w:rsidRPr="00F4223D">
        <w:rPr>
          <w:rFonts w:ascii="Corbel" w:hAnsi="Corbel"/>
          <w:smallCaps w:val="0"/>
          <w:szCs w:val="24"/>
        </w:rPr>
        <w:t xml:space="preserve">ma zaliczenia przedmiotu </w:t>
      </w:r>
      <w:r w:rsidRPr="00F4223D">
        <w:rPr>
          <w:rFonts w:ascii="Corbel" w:hAnsi="Corbel"/>
          <w:smallCaps w:val="0"/>
          <w:szCs w:val="24"/>
        </w:rPr>
        <w:t xml:space="preserve"> (z toku) </w:t>
      </w:r>
      <w:r w:rsidRPr="00F4223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77C0C" w:rsidRPr="00F4223D" w:rsidRDefault="00177C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4AE" w:rsidRPr="00F4223D" w:rsidRDefault="00177C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4223D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F4223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t xml:space="preserve">2.Wymagania wstępne </w:t>
      </w:r>
    </w:p>
    <w:p w:rsidR="00BE6755" w:rsidRPr="00F4223D" w:rsidRDefault="00BE675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4223D" w:rsidTr="00745302">
        <w:tc>
          <w:tcPr>
            <w:tcW w:w="9670" w:type="dxa"/>
          </w:tcPr>
          <w:p w:rsidR="0085747A" w:rsidRPr="00F4223D" w:rsidRDefault="00EB6F9A" w:rsidP="00177C0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organizacji i zadań administracji publicznej </w:t>
            </w:r>
          </w:p>
        </w:tc>
      </w:tr>
    </w:tbl>
    <w:p w:rsidR="00153C41" w:rsidRPr="00F4223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A5D1D" w:rsidRDefault="00EA5D1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F4223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4223D">
        <w:rPr>
          <w:rFonts w:ascii="Corbel" w:hAnsi="Corbel"/>
          <w:szCs w:val="24"/>
        </w:rPr>
        <w:lastRenderedPageBreak/>
        <w:t>3.</w:t>
      </w:r>
      <w:r w:rsidR="0085747A" w:rsidRPr="00F4223D">
        <w:rPr>
          <w:rFonts w:ascii="Corbel" w:hAnsi="Corbel"/>
          <w:szCs w:val="24"/>
        </w:rPr>
        <w:t xml:space="preserve"> </w:t>
      </w:r>
      <w:r w:rsidR="00A84C85" w:rsidRPr="00F4223D">
        <w:rPr>
          <w:rFonts w:ascii="Corbel" w:hAnsi="Corbel"/>
          <w:szCs w:val="24"/>
        </w:rPr>
        <w:t>cele, efekty uczenia się</w:t>
      </w:r>
      <w:r w:rsidR="0085747A" w:rsidRPr="00F4223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422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4223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 xml:space="preserve">3.1 </w:t>
      </w:r>
      <w:r w:rsidR="00C05F44" w:rsidRPr="00F4223D">
        <w:rPr>
          <w:rFonts w:ascii="Corbel" w:hAnsi="Corbel"/>
          <w:sz w:val="24"/>
          <w:szCs w:val="24"/>
        </w:rPr>
        <w:t>Cele przedmiotu</w:t>
      </w:r>
    </w:p>
    <w:p w:rsidR="00F83B28" w:rsidRPr="00F4223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4223D" w:rsidTr="00177C0C">
        <w:tc>
          <w:tcPr>
            <w:tcW w:w="844" w:type="dxa"/>
            <w:vAlign w:val="center"/>
          </w:tcPr>
          <w:p w:rsidR="0085747A" w:rsidRPr="00F4223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F4223D" w:rsidRDefault="00177C0C" w:rsidP="00B355D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</w:t>
            </w:r>
            <w:r w:rsidR="00B355D6" w:rsidRPr="00F4223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tudenta z podstawową terminologią </w:t>
            </w:r>
            <w:r w:rsidR="00B355D6" w:rsidRPr="00F4223D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F4223D">
              <w:rPr>
                <w:rFonts w:ascii="Corbel" w:hAnsi="Corbel"/>
                <w:b w:val="0"/>
                <w:sz w:val="24"/>
                <w:szCs w:val="24"/>
              </w:rPr>
              <w:t xml:space="preserve">i instrumentami niezbędnymi w zarządzaniu </w:t>
            </w:r>
            <w:r w:rsidR="00BC518A" w:rsidRPr="00F4223D">
              <w:rPr>
                <w:rFonts w:ascii="Corbel" w:hAnsi="Corbel"/>
                <w:b w:val="0"/>
                <w:sz w:val="24"/>
                <w:szCs w:val="24"/>
              </w:rPr>
              <w:t>rozwojem administracji publicznej</w:t>
            </w:r>
          </w:p>
        </w:tc>
      </w:tr>
      <w:tr w:rsidR="00177C0C" w:rsidRPr="00F4223D" w:rsidTr="00177C0C">
        <w:tc>
          <w:tcPr>
            <w:tcW w:w="844" w:type="dxa"/>
            <w:vAlign w:val="center"/>
          </w:tcPr>
          <w:p w:rsidR="00177C0C" w:rsidRPr="00F4223D" w:rsidRDefault="00177C0C" w:rsidP="00177C0C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6" w:type="dxa"/>
            <w:vAlign w:val="center"/>
          </w:tcPr>
          <w:p w:rsidR="00177C0C" w:rsidRPr="00F4223D" w:rsidRDefault="00177C0C" w:rsidP="00B355D6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Celem przedmiotu jest również zdobycie przez </w:t>
            </w:r>
            <w:r w:rsidR="00B355D6"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tudenta umiejętności i poznanie technik tworzenia strategii rozwoju</w:t>
            </w:r>
            <w:r w:rsidR="00BC518A" w:rsidRPr="00F4223D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oraz jej wdrożenia w administracji publicznej. </w:t>
            </w:r>
          </w:p>
        </w:tc>
      </w:tr>
    </w:tbl>
    <w:p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4223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3.2 </w:t>
      </w:r>
      <w:r w:rsidR="001D7B54" w:rsidRPr="00F4223D">
        <w:rPr>
          <w:rFonts w:ascii="Corbel" w:hAnsi="Corbel"/>
          <w:b/>
          <w:sz w:val="24"/>
          <w:szCs w:val="24"/>
        </w:rPr>
        <w:t xml:space="preserve">Efekty </w:t>
      </w:r>
      <w:r w:rsidR="00C05F44" w:rsidRPr="00F4223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4223D">
        <w:rPr>
          <w:rFonts w:ascii="Corbel" w:hAnsi="Corbel"/>
          <w:b/>
          <w:sz w:val="24"/>
          <w:szCs w:val="24"/>
        </w:rPr>
        <w:t>dla przedmiotu</w:t>
      </w:r>
      <w:r w:rsidR="00445970" w:rsidRPr="00F4223D">
        <w:rPr>
          <w:rFonts w:ascii="Corbel" w:hAnsi="Corbel"/>
          <w:sz w:val="24"/>
          <w:szCs w:val="24"/>
        </w:rPr>
        <w:t xml:space="preserve"> </w:t>
      </w:r>
    </w:p>
    <w:p w:rsidR="001D7B54" w:rsidRPr="00F4223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51063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Posiada zaawansowaną wiedzę ogólną w obszarze nauk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społecznych z zakresu prawa i administracji oraz uporządkowaną i podbudowaną teoretycznie wiedzę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obejmującą kluczowe zagadnienia, ekonomiczne,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polityczne oraz socjologiczne;  w tym zagadnienia z zakresu zarządzania rozwojem lokalnym i regionalnym</w:t>
            </w:r>
            <w:r w:rsidR="00F503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Wykazuje się szczegółową wiedzą na temat struktur,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instytucji i zasad działania organów administracji publicznej (krajowych, międzynarodowych i unijnych)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i podmiotów administrujących, ich genezy i ewolucji oraz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wykonywanych przez nie zadań; w tym zadań z zakresu rozwoju lokalnego i regionalnego.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Zna i rozumie terminologię z zakresu dyscyplin naukowych realizowanych w ramach planu studiów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administracyjnych oraz posługuje się szczegółową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terminologią pojęciową z zakresu wybranej specjalności; w tym pojęcie planowania i planowania strategicznego.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Potrafi prawidłowo identyfikować i interpretować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zjawiska prawne i inne zachodzące w administracji oraz ich wzajemne relacje z wykorzystaniem wiedzy w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zakresie nauk administracyjnych;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Potrafi prognozować i modelować złożone procesy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społeczne oraz ich praktyczne skutki, obejmujące zjawiska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z różnych obszarów życia społecznego właściwych dla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nauk z zakresu administracji z wykorzystaniem rozwiniętych narzędzi i metod z dziedziny nauk administracyjno-prawnych;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Potrafi właściwie dobierać źródła oraz informacje, pozyskiwać dane dla analizowania procesów i zjawisk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a także prawidłowo posługiwać się wiedzą z zakresu nauk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o prawie i administracji oraz podstawową wiedzą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 xml:space="preserve">interdyscyplinarną do tworzenia nietypowych i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innowacyjnych rozwiązań problemów;  w tym w zakresie polityki rozwoju czy problemów społecznych w systemie lokalnego zarządzania strategicznego.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K_U04</w:t>
            </w:r>
          </w:p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Posiada umiejętność tworzenia dokumentów prawnych,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umów oraz projektów aktów stosowania prawa, wraz z ich uzasadnieniem oraz jest w stanie wskazać konsekwencje projektowanego aktu;  w tym w zakresie tworzenia strategii rozwoju regionalnego czy lokalnego.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Posiada umiejętność logicznego myślenia, analizy i syntezy, dzięki czemu potrafi przekonująco argumentować i interpretować zjawiska, administracyjne,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prawne, społeczne, polityczne i ekonomiczne w trudnych problemach decyzyjnych; w tym przy tworzeniu długofalowych strategii rozwoju.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Posiada umiejętność przygotowania prac pisemnych,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prezentacji multimedialnych, oraz ustnych wystąpień w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języku obcym w zakresie dziedzin i dyscyplin naukowych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wykładanych w ramach kierunku Administracja dotyczących zagadnień szczegółowych; w tym z zakresu strategicznego zarządzania rozwojem lokalnym i regionalnym.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Posługuje się językiem obcym w zakresie dziedzin i dyscyplin naukowych wykładanych w ramach kierunku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Administracja zgodne z wymaganiami określonymi dla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poziomu B2+ Europejskiego Systemu Opisu Kształcenia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Językowego oraz w wyższym stopniu w zakresie specjalistycznej terminologii; w tym terminologii dotyczącej strategicznego zarządzania rozwojem lokalnym i regionalnym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Posiada umiejętność organizowania grup osób koordynowania i kierowania ich pracą; w tym w zakresie tworzenia projektu grupowego z zakresu strategicznego zarządzania rozwojem lokalnym i regionalnym</w:t>
            </w:r>
            <w:r w:rsidR="00F503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Potrafi ukierunkować swoje samokształcenie, rozumie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potrzebę stałego dokształcania się i rozwoju osobistego,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potrafi samodzielnie pogłębiać i uzupełniać uzyskaną wiedzę i nabyte umiejętności, a także inspirować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i organizować proces uczenia się innych osób; w ramach prac w zakresie projektu grupowego z zakresu strategicznego zarządzania rozwojem lokalnym i regionalnym.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E51063" w:rsidTr="00E5106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A5D1D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1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3D6E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Jest gotowy samodzielnie i krytycznie uzupełniać wiedzę,</w:t>
            </w:r>
            <w:r w:rsidR="003D6E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>w tym również na gruncie interdyscyplinarnym, z zakresu strategicznego zarządzania rozwojem lokalnym i regionalnym.</w:t>
            </w:r>
            <w:r w:rsidRPr="00E51063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63" w:rsidRPr="00E51063" w:rsidRDefault="00E51063" w:rsidP="00E51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106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E51063" w:rsidRDefault="00E510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EA5D1D" w:rsidRDefault="00EA5D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EA5D1D" w:rsidRDefault="00EA5D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EA5D1D" w:rsidRDefault="00EA5D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F4223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F4223D">
        <w:rPr>
          <w:rFonts w:ascii="Corbel" w:hAnsi="Corbel"/>
          <w:b/>
          <w:sz w:val="24"/>
          <w:szCs w:val="24"/>
        </w:rPr>
        <w:t xml:space="preserve"> </w:t>
      </w:r>
      <w:r w:rsidR="0085747A" w:rsidRPr="00F4223D">
        <w:rPr>
          <w:rFonts w:ascii="Corbel" w:hAnsi="Corbel"/>
          <w:b/>
          <w:sz w:val="24"/>
          <w:szCs w:val="24"/>
        </w:rPr>
        <w:t>T</w:t>
      </w:r>
      <w:r w:rsidR="001D7B54" w:rsidRPr="00F4223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4223D">
        <w:rPr>
          <w:rFonts w:ascii="Corbel" w:hAnsi="Corbel"/>
          <w:sz w:val="24"/>
          <w:szCs w:val="24"/>
        </w:rPr>
        <w:t xml:space="preserve">  </w:t>
      </w:r>
    </w:p>
    <w:p w:rsidR="00675843" w:rsidRPr="00F4223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F4223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4223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4223D">
        <w:rPr>
          <w:rFonts w:ascii="Corbel" w:hAnsi="Corbel"/>
          <w:sz w:val="24"/>
          <w:szCs w:val="24"/>
        </w:rPr>
        <w:t xml:space="preserve">, </w:t>
      </w:r>
      <w:r w:rsidRPr="00F4223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4223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4223D" w:rsidTr="00704BA8">
        <w:tc>
          <w:tcPr>
            <w:tcW w:w="9520" w:type="dxa"/>
          </w:tcPr>
          <w:p w:rsidR="0085747A" w:rsidRPr="00F4223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20B4" w:rsidRPr="00F4223D" w:rsidTr="00704BA8">
        <w:tc>
          <w:tcPr>
            <w:tcW w:w="9520" w:type="dxa"/>
          </w:tcPr>
          <w:p w:rsidR="00AE20B4" w:rsidRPr="00F4223D" w:rsidRDefault="00AE20B4" w:rsidP="00AE20B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planowania i planowania strategicznego. System planowania w organizacji. Cele i zasady planowania strategicznego. </w:t>
            </w:r>
          </w:p>
        </w:tc>
      </w:tr>
      <w:tr w:rsidR="00AE20B4" w:rsidRPr="00F4223D" w:rsidTr="00704BA8">
        <w:tc>
          <w:tcPr>
            <w:tcW w:w="9520" w:type="dxa"/>
          </w:tcPr>
          <w:p w:rsidR="00AE20B4" w:rsidRPr="00F4223D" w:rsidRDefault="00AE20B4" w:rsidP="00AE20B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Metody i etapy planowania strategicznego.  Rola oraz wady i zalety planowani strategicznego.  Rola zespołu w planowaniu strategicznym.</w:t>
            </w:r>
          </w:p>
        </w:tc>
      </w:tr>
      <w:tr w:rsidR="00AE20B4" w:rsidRPr="00F4223D" w:rsidTr="00704BA8">
        <w:tc>
          <w:tcPr>
            <w:tcW w:w="9520" w:type="dxa"/>
          </w:tcPr>
          <w:p w:rsidR="00AE20B4" w:rsidRPr="00F4223D" w:rsidRDefault="00AE20B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 xml:space="preserve">Pojęcie zarządzania rozwojem. Zarządzanie rozwojem jako jedno z zadań administracji. </w:t>
            </w:r>
          </w:p>
        </w:tc>
      </w:tr>
      <w:tr w:rsidR="00704BA8" w:rsidRPr="00F4223D" w:rsidTr="00704BA8">
        <w:tc>
          <w:tcPr>
            <w:tcW w:w="9520" w:type="dxa"/>
          </w:tcPr>
          <w:p w:rsidR="00704BA8" w:rsidRPr="00F4223D" w:rsidRDefault="001C3C2E" w:rsidP="00B355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Ramy p</w:t>
            </w:r>
            <w:r w:rsidR="0070058E" w:rsidRPr="00F4223D">
              <w:rPr>
                <w:rFonts w:ascii="Corbel" w:hAnsi="Corbel"/>
                <w:sz w:val="24"/>
                <w:szCs w:val="24"/>
              </w:rPr>
              <w:t xml:space="preserve">rawne </w:t>
            </w:r>
            <w:r w:rsidR="00B355D6" w:rsidRPr="00F4223D">
              <w:rPr>
                <w:rFonts w:ascii="Corbel" w:hAnsi="Corbel"/>
                <w:sz w:val="24"/>
                <w:szCs w:val="24"/>
              </w:rPr>
              <w:t xml:space="preserve">polityki rozwoju oraz podmioty odpowiedzialne za politykę rozwoju. </w:t>
            </w:r>
          </w:p>
        </w:tc>
      </w:tr>
      <w:tr w:rsidR="00AE20B4" w:rsidRPr="00F4223D" w:rsidTr="00704BA8">
        <w:tc>
          <w:tcPr>
            <w:tcW w:w="9520" w:type="dxa"/>
          </w:tcPr>
          <w:p w:rsidR="00AE20B4" w:rsidRPr="00F4223D" w:rsidRDefault="00AE20B4" w:rsidP="006132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Wybrane strategie rozwoju w strategiach krajowych: zintegrowane (</w:t>
            </w:r>
            <w:r w:rsidRPr="00F4223D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Strategię Rozwoju Kraju 2020)</w:t>
            </w:r>
            <w:r w:rsidR="006132CF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;</w:t>
            </w:r>
            <w:r w:rsidRPr="00F4223D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 xml:space="preserve"> szczegółowe </w:t>
            </w:r>
            <w:r w:rsidRPr="00F4223D">
              <w:rPr>
                <w:rFonts w:ascii="Corbel" w:hAnsi="Corbel"/>
                <w:sz w:val="24"/>
                <w:szCs w:val="24"/>
              </w:rPr>
              <w:t>(w tym Krajowej Strategii Rozwoju Regionalnego</w:t>
            </w:r>
            <w:r w:rsidR="006132CF">
              <w:rPr>
                <w:rFonts w:ascii="Corbel" w:hAnsi="Corbel"/>
                <w:sz w:val="24"/>
                <w:szCs w:val="24"/>
              </w:rPr>
              <w:t>);</w:t>
            </w:r>
            <w:r w:rsidRPr="00F4223D">
              <w:rPr>
                <w:rFonts w:ascii="Corbel" w:hAnsi="Corbel"/>
                <w:sz w:val="24"/>
                <w:szCs w:val="24"/>
              </w:rPr>
              <w:t>ponadregionalne  (</w:t>
            </w:r>
            <w:r w:rsidRPr="00F4223D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Strategia rozwoju społeczno-gospodarczego Polski Wschodniej do roku 2020)</w:t>
            </w:r>
            <w:r w:rsidR="00DB2CE6" w:rsidRPr="00F4223D">
              <w:rPr>
                <w:rFonts w:ascii="Corbel" w:hAnsi="Corbel"/>
                <w:color w:val="1B1B1B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4BA8" w:rsidRPr="00F4223D" w:rsidTr="00704BA8">
        <w:tc>
          <w:tcPr>
            <w:tcW w:w="9520" w:type="dxa"/>
          </w:tcPr>
          <w:p w:rsidR="00704BA8" w:rsidRPr="00F4223D" w:rsidRDefault="00B86AB8" w:rsidP="00704B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Tworzenie</w:t>
            </w:r>
            <w:r w:rsidR="00E32827" w:rsidRPr="00F4223D">
              <w:rPr>
                <w:rFonts w:ascii="Corbel" w:hAnsi="Corbel"/>
                <w:sz w:val="24"/>
                <w:szCs w:val="24"/>
              </w:rPr>
              <w:t xml:space="preserve"> strategii rozwoju lokalnego i regionalnego (w tym diagnoza</w:t>
            </w:r>
            <w:r w:rsidR="001C3C2E" w:rsidRPr="00F4223D">
              <w:rPr>
                <w:rFonts w:ascii="Corbel" w:hAnsi="Corbel"/>
                <w:sz w:val="24"/>
                <w:szCs w:val="24"/>
              </w:rPr>
              <w:t xml:space="preserve"> </w:t>
            </w:r>
            <w:r w:rsidR="00E32827" w:rsidRPr="00F4223D">
              <w:rPr>
                <w:rFonts w:ascii="Corbel" w:hAnsi="Corbel"/>
                <w:sz w:val="24"/>
                <w:szCs w:val="24"/>
              </w:rPr>
              <w:t>i analiza strategiczna, wyznaczanie strategicznych kierunków działania wraz z celami strategicznymi i operacyjnymi</w:t>
            </w:r>
            <w:r w:rsidR="00C33CEC" w:rsidRPr="00F4223D">
              <w:rPr>
                <w:rFonts w:ascii="Corbel" w:hAnsi="Corbel"/>
                <w:sz w:val="24"/>
                <w:szCs w:val="24"/>
              </w:rPr>
              <w:t xml:space="preserve">, </w:t>
            </w:r>
            <w:r w:rsidR="00E32827" w:rsidRPr="00F4223D">
              <w:rPr>
                <w:rFonts w:ascii="Corbel" w:hAnsi="Corbel"/>
                <w:sz w:val="24"/>
                <w:szCs w:val="24"/>
              </w:rPr>
              <w:t xml:space="preserve">instrumenty </w:t>
            </w:r>
            <w:r w:rsidR="00C33CEC" w:rsidRPr="00F4223D">
              <w:rPr>
                <w:rFonts w:ascii="Corbel" w:hAnsi="Corbel"/>
                <w:sz w:val="24"/>
                <w:szCs w:val="24"/>
              </w:rPr>
              <w:t>realizacj</w:t>
            </w:r>
            <w:r w:rsidR="00C86B29" w:rsidRPr="00F4223D">
              <w:rPr>
                <w:rFonts w:ascii="Corbel" w:hAnsi="Corbel"/>
                <w:sz w:val="24"/>
                <w:szCs w:val="24"/>
              </w:rPr>
              <w:t>i</w:t>
            </w:r>
            <w:r w:rsidR="00C33CEC" w:rsidRPr="00F4223D">
              <w:rPr>
                <w:rFonts w:ascii="Corbel" w:hAnsi="Corbel"/>
                <w:sz w:val="24"/>
                <w:szCs w:val="24"/>
              </w:rPr>
              <w:t xml:space="preserve"> i monitoring</w:t>
            </w:r>
            <w:r w:rsidR="00E32827" w:rsidRPr="00F4223D">
              <w:rPr>
                <w:rFonts w:ascii="Corbel" w:hAnsi="Corbel"/>
                <w:sz w:val="24"/>
                <w:szCs w:val="24"/>
              </w:rPr>
              <w:t>u realizacji strategii</w:t>
            </w:r>
            <w:r w:rsidR="001C3C2E" w:rsidRPr="00F4223D">
              <w:rPr>
                <w:rFonts w:ascii="Corbel" w:hAnsi="Corbel"/>
                <w:sz w:val="24"/>
                <w:szCs w:val="24"/>
              </w:rPr>
              <w:t>, procesy uspołecznienia strategii rozwoju</w:t>
            </w:r>
            <w:r w:rsidR="00E32827" w:rsidRPr="00F4223D">
              <w:rPr>
                <w:rFonts w:ascii="Corbel" w:hAnsi="Corbel"/>
                <w:sz w:val="24"/>
                <w:szCs w:val="24"/>
              </w:rPr>
              <w:t>) na przykładzie</w:t>
            </w:r>
            <w:r w:rsidR="00885038" w:rsidRPr="00F4223D">
              <w:rPr>
                <w:rFonts w:ascii="Corbel" w:hAnsi="Corbel"/>
                <w:sz w:val="24"/>
                <w:szCs w:val="24"/>
              </w:rPr>
              <w:t xml:space="preserve"> </w:t>
            </w:r>
            <w:r w:rsidR="001C3C2E" w:rsidRPr="00F4223D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E32827" w:rsidRPr="00F4223D">
              <w:rPr>
                <w:rFonts w:ascii="Corbel" w:hAnsi="Corbel"/>
                <w:sz w:val="24"/>
                <w:szCs w:val="24"/>
              </w:rPr>
              <w:t>s</w:t>
            </w:r>
            <w:r w:rsidRPr="00F4223D">
              <w:rPr>
                <w:rFonts w:ascii="Corbel" w:hAnsi="Corbel"/>
                <w:sz w:val="24"/>
                <w:szCs w:val="24"/>
              </w:rPr>
              <w:t>trategi</w:t>
            </w:r>
            <w:r w:rsidR="00E32827" w:rsidRPr="00F4223D">
              <w:rPr>
                <w:rFonts w:ascii="Corbel" w:hAnsi="Corbel"/>
                <w:sz w:val="24"/>
                <w:szCs w:val="24"/>
              </w:rPr>
              <w:t>i</w:t>
            </w:r>
            <w:r w:rsidRPr="00F4223D">
              <w:rPr>
                <w:rFonts w:ascii="Corbel" w:hAnsi="Corbel"/>
                <w:sz w:val="24"/>
                <w:szCs w:val="24"/>
              </w:rPr>
              <w:t xml:space="preserve"> rozwoju jednostek samorządu terytorialnego.</w:t>
            </w:r>
          </w:p>
        </w:tc>
      </w:tr>
      <w:tr w:rsidR="00AE20B4" w:rsidRPr="00F4223D" w:rsidTr="00704BA8">
        <w:tc>
          <w:tcPr>
            <w:tcW w:w="9520" w:type="dxa"/>
          </w:tcPr>
          <w:p w:rsidR="00AE20B4" w:rsidRPr="00F4223D" w:rsidRDefault="00AE20B4" w:rsidP="00704B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Strategie rozwiązywania problemów społecznych w systemie lokalnego zarządzania strategicznego</w:t>
            </w:r>
            <w:r w:rsidR="006132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4223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>3.4 Metody dydaktyczne</w:t>
      </w:r>
      <w:r w:rsidRPr="00F4223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04BA8" w:rsidRPr="00F4223D" w:rsidRDefault="00704BA8" w:rsidP="00704B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4223D">
        <w:rPr>
          <w:rFonts w:ascii="Corbel" w:hAnsi="Corbel"/>
          <w:b w:val="0"/>
          <w:smallCaps w:val="0"/>
          <w:szCs w:val="24"/>
        </w:rPr>
        <w:t>metoda projektów, praca w grupach</w:t>
      </w:r>
      <w:r w:rsidR="003E1329" w:rsidRPr="00F4223D">
        <w:rPr>
          <w:rFonts w:ascii="Corbel" w:hAnsi="Corbel"/>
          <w:b w:val="0"/>
          <w:smallCaps w:val="0"/>
          <w:szCs w:val="24"/>
        </w:rPr>
        <w:t xml:space="preserve">, </w:t>
      </w:r>
      <w:r w:rsidR="001C3C2E" w:rsidRPr="00F4223D">
        <w:rPr>
          <w:rFonts w:ascii="Corbel" w:hAnsi="Corbel"/>
          <w:b w:val="0"/>
          <w:smallCaps w:val="0"/>
          <w:szCs w:val="24"/>
        </w:rPr>
        <w:t>dyskusja, analiza przypadków</w:t>
      </w:r>
    </w:p>
    <w:p w:rsidR="00E960BB" w:rsidRPr="00F4223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4223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 </w:t>
      </w:r>
      <w:r w:rsidR="0085747A" w:rsidRPr="00F4223D">
        <w:rPr>
          <w:rFonts w:ascii="Corbel" w:hAnsi="Corbel"/>
          <w:smallCaps w:val="0"/>
          <w:szCs w:val="24"/>
        </w:rPr>
        <w:t>METODY I KRYTERIA OCENY</w:t>
      </w:r>
      <w:r w:rsidR="009F4610" w:rsidRPr="00F4223D">
        <w:rPr>
          <w:rFonts w:ascii="Corbel" w:hAnsi="Corbel"/>
          <w:smallCaps w:val="0"/>
          <w:szCs w:val="24"/>
        </w:rPr>
        <w:t xml:space="preserve"> </w:t>
      </w:r>
    </w:p>
    <w:p w:rsidR="00923D7D" w:rsidRPr="00F4223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4223D">
        <w:rPr>
          <w:rFonts w:ascii="Corbel" w:hAnsi="Corbel"/>
          <w:smallCaps w:val="0"/>
          <w:szCs w:val="24"/>
        </w:rPr>
        <w:t>uczenia się</w:t>
      </w:r>
    </w:p>
    <w:p w:rsidR="00834707" w:rsidRPr="00F4223D" w:rsidRDefault="0083470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34707" w:rsidRPr="00F4223D" w:rsidTr="004D13DB">
        <w:tc>
          <w:tcPr>
            <w:tcW w:w="1962" w:type="dxa"/>
          </w:tcPr>
          <w:p w:rsidR="00834707" w:rsidRPr="00F4223D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</w:tcPr>
          <w:p w:rsidR="00834707" w:rsidRPr="00F4223D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34707" w:rsidRPr="00F4223D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54B9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4223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Pr="00F4223D" w:rsidRDefault="00EA5D1D" w:rsidP="00EA5D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 xml:space="preserve">Ek </w:t>
            </w:r>
            <w:r w:rsidR="00834707" w:rsidRPr="00F4223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Pr="00F4223D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Pr="00F4223D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4223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Pr="00F4223D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34707" w:rsidRDefault="00834707" w:rsidP="00EA5D1D">
            <w:pPr>
              <w:spacing w:after="0"/>
              <w:jc w:val="center"/>
            </w:pPr>
            <w:proofErr w:type="spellStart"/>
            <w:r w:rsidRPr="00DA43DC">
              <w:rPr>
                <w:rFonts w:ascii="Corbel" w:hAnsi="Corbel"/>
                <w:szCs w:val="24"/>
              </w:rPr>
              <w:t>konw</w:t>
            </w:r>
            <w:proofErr w:type="spellEnd"/>
            <w:r w:rsidRPr="00DA43DC">
              <w:rPr>
                <w:rFonts w:ascii="Corbel" w:hAnsi="Corbel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Pr="00F4223D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34707" w:rsidRDefault="00834707" w:rsidP="00EA5D1D">
            <w:pPr>
              <w:spacing w:after="0"/>
              <w:jc w:val="center"/>
            </w:pPr>
            <w:proofErr w:type="spellStart"/>
            <w:r w:rsidRPr="00DA43DC">
              <w:rPr>
                <w:rFonts w:ascii="Corbel" w:hAnsi="Corbel"/>
                <w:szCs w:val="24"/>
              </w:rPr>
              <w:t>konw</w:t>
            </w:r>
            <w:proofErr w:type="spellEnd"/>
            <w:r w:rsidRPr="00DA43DC">
              <w:rPr>
                <w:rFonts w:ascii="Corbel" w:hAnsi="Corbel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Pr="00F4223D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17" w:type="dxa"/>
          </w:tcPr>
          <w:p w:rsidR="00834707" w:rsidRDefault="00834707" w:rsidP="00EA5D1D">
            <w:pPr>
              <w:spacing w:after="0"/>
              <w:jc w:val="center"/>
            </w:pPr>
            <w:proofErr w:type="spellStart"/>
            <w:r w:rsidRPr="00DA43DC">
              <w:rPr>
                <w:rFonts w:ascii="Corbel" w:hAnsi="Corbel"/>
                <w:szCs w:val="24"/>
              </w:rPr>
              <w:t>konw</w:t>
            </w:r>
            <w:proofErr w:type="spellEnd"/>
            <w:r w:rsidRPr="00DA43DC">
              <w:rPr>
                <w:rFonts w:ascii="Corbel" w:hAnsi="Corbel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Pr="00F4223D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17" w:type="dxa"/>
          </w:tcPr>
          <w:p w:rsidR="00834707" w:rsidRDefault="00834707" w:rsidP="00EA5D1D">
            <w:pPr>
              <w:spacing w:after="0"/>
              <w:jc w:val="center"/>
            </w:pPr>
            <w:proofErr w:type="spellStart"/>
            <w:r w:rsidRPr="00DA43DC">
              <w:rPr>
                <w:rFonts w:ascii="Corbel" w:hAnsi="Corbel"/>
                <w:szCs w:val="24"/>
              </w:rPr>
              <w:t>konw</w:t>
            </w:r>
            <w:proofErr w:type="spellEnd"/>
            <w:r w:rsidRPr="00DA43DC">
              <w:rPr>
                <w:rFonts w:ascii="Corbel" w:hAnsi="Corbel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Pr="00F4223D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D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34707" w:rsidRDefault="00834707" w:rsidP="00EA5D1D">
            <w:pPr>
              <w:spacing w:after="0"/>
              <w:jc w:val="center"/>
            </w:pPr>
            <w:proofErr w:type="spellStart"/>
            <w:r w:rsidRPr="00DA43DC">
              <w:rPr>
                <w:rFonts w:ascii="Corbel" w:hAnsi="Corbel"/>
                <w:szCs w:val="24"/>
              </w:rPr>
              <w:t>konw</w:t>
            </w:r>
            <w:proofErr w:type="spellEnd"/>
            <w:r w:rsidRPr="00DA43DC">
              <w:rPr>
                <w:rFonts w:ascii="Corbel" w:hAnsi="Corbel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17" w:type="dxa"/>
          </w:tcPr>
          <w:p w:rsidR="00834707" w:rsidRDefault="00834707" w:rsidP="00EA5D1D">
            <w:pPr>
              <w:spacing w:after="0"/>
              <w:jc w:val="center"/>
            </w:pPr>
            <w:proofErr w:type="spellStart"/>
            <w:r w:rsidRPr="00DA43DC">
              <w:rPr>
                <w:rFonts w:ascii="Corbel" w:hAnsi="Corbel"/>
                <w:szCs w:val="24"/>
              </w:rPr>
              <w:t>konw</w:t>
            </w:r>
            <w:proofErr w:type="spellEnd"/>
            <w:r w:rsidRPr="00DA43DC">
              <w:rPr>
                <w:rFonts w:ascii="Corbel" w:hAnsi="Corbel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34707" w:rsidRDefault="00834707" w:rsidP="00EA5D1D">
            <w:pPr>
              <w:spacing w:after="0"/>
              <w:jc w:val="center"/>
            </w:pPr>
            <w:proofErr w:type="spellStart"/>
            <w:r w:rsidRPr="00DA43DC">
              <w:rPr>
                <w:rFonts w:ascii="Corbel" w:hAnsi="Corbel"/>
                <w:szCs w:val="24"/>
              </w:rPr>
              <w:t>konw</w:t>
            </w:r>
            <w:proofErr w:type="spellEnd"/>
            <w:r w:rsidRPr="00DA43DC">
              <w:rPr>
                <w:rFonts w:ascii="Corbel" w:hAnsi="Corbel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:rsidR="00834707" w:rsidRDefault="00834707" w:rsidP="00EA5D1D">
            <w:pPr>
              <w:spacing w:after="0"/>
              <w:jc w:val="center"/>
            </w:pPr>
            <w:proofErr w:type="spellStart"/>
            <w:r w:rsidRPr="00DA43DC">
              <w:rPr>
                <w:rFonts w:ascii="Corbel" w:hAnsi="Corbel"/>
                <w:szCs w:val="24"/>
              </w:rPr>
              <w:t>konw</w:t>
            </w:r>
            <w:proofErr w:type="spellEnd"/>
            <w:r w:rsidRPr="00DA43DC">
              <w:rPr>
                <w:rFonts w:ascii="Corbel" w:hAnsi="Corbel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34707" w:rsidRDefault="00834707" w:rsidP="00EA5D1D">
            <w:pPr>
              <w:spacing w:after="0"/>
              <w:jc w:val="center"/>
            </w:pPr>
            <w:proofErr w:type="spellStart"/>
            <w:r w:rsidRPr="00DA43DC">
              <w:rPr>
                <w:rFonts w:ascii="Corbel" w:hAnsi="Corbel"/>
                <w:szCs w:val="24"/>
              </w:rPr>
              <w:t>konw</w:t>
            </w:r>
            <w:proofErr w:type="spellEnd"/>
            <w:r w:rsidRPr="00DA43DC">
              <w:rPr>
                <w:rFonts w:ascii="Corbel" w:hAnsi="Corbel"/>
                <w:szCs w:val="24"/>
              </w:rPr>
              <w:t>.</w:t>
            </w:r>
          </w:p>
        </w:tc>
      </w:tr>
      <w:tr w:rsidR="00834707" w:rsidRPr="00F4223D" w:rsidTr="004D13DB">
        <w:tc>
          <w:tcPr>
            <w:tcW w:w="1962" w:type="dxa"/>
          </w:tcPr>
          <w:p w:rsidR="00834707" w:rsidRDefault="00834707" w:rsidP="00EA5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441" w:type="dxa"/>
          </w:tcPr>
          <w:p w:rsidR="00834707" w:rsidRPr="00F4223D" w:rsidRDefault="00834707" w:rsidP="00EA5D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0C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34707" w:rsidRDefault="00834707" w:rsidP="00EA5D1D">
            <w:pPr>
              <w:spacing w:after="0"/>
              <w:jc w:val="center"/>
            </w:pPr>
            <w:proofErr w:type="spellStart"/>
            <w:r w:rsidRPr="00DA43DC">
              <w:rPr>
                <w:rFonts w:ascii="Corbel" w:hAnsi="Corbel"/>
                <w:szCs w:val="24"/>
              </w:rPr>
              <w:t>konw</w:t>
            </w:r>
            <w:proofErr w:type="spellEnd"/>
            <w:r w:rsidRPr="00DA43DC">
              <w:rPr>
                <w:rFonts w:ascii="Corbel" w:hAnsi="Corbel"/>
                <w:szCs w:val="24"/>
              </w:rPr>
              <w:t>.</w:t>
            </w:r>
          </w:p>
        </w:tc>
      </w:tr>
    </w:tbl>
    <w:p w:rsidR="00EA5D1D" w:rsidRDefault="00EA5D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Default="00EA5D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F4223D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4223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4223D">
        <w:rPr>
          <w:rFonts w:ascii="Corbel" w:hAnsi="Corbel"/>
          <w:smallCaps w:val="0"/>
          <w:szCs w:val="24"/>
        </w:rPr>
        <w:t xml:space="preserve"> </w:t>
      </w:r>
    </w:p>
    <w:p w:rsidR="008663C0" w:rsidRPr="00F4223D" w:rsidRDefault="008663C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63C0" w:rsidRPr="00F4223D" w:rsidTr="00E34B49">
        <w:tc>
          <w:tcPr>
            <w:tcW w:w="9670" w:type="dxa"/>
          </w:tcPr>
          <w:p w:rsidR="008663C0" w:rsidRPr="00F4223D" w:rsidRDefault="008663C0" w:rsidP="00E34B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przygotowaniu grupowego projektu z zakresu strategicznego zarządzania rozwojem regionalnym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.</w:t>
            </w:r>
            <w:r w:rsidRPr="00F4223D">
              <w:rPr>
                <w:rFonts w:ascii="Corbel" w:hAnsi="Corbel"/>
                <w:b w:val="0"/>
                <w:smallCaps w:val="0"/>
                <w:szCs w:val="24"/>
              </w:rPr>
              <w:t>Kryteria oceniania pracy projektowej: stopień udziału w projekcie, prawidłowość wykorzystanych metod i technik, kreatywność myślenia</w:t>
            </w:r>
            <w:r w:rsidRPr="00C7071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 Aktywność oraz obecność na zajęciach.</w:t>
            </w:r>
          </w:p>
        </w:tc>
      </w:tr>
    </w:tbl>
    <w:p w:rsidR="00923D7D" w:rsidRPr="00F4223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4223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4223D">
        <w:rPr>
          <w:rFonts w:ascii="Corbel" w:hAnsi="Corbel"/>
          <w:b/>
          <w:sz w:val="24"/>
          <w:szCs w:val="24"/>
        </w:rPr>
        <w:t xml:space="preserve">5. </w:t>
      </w:r>
      <w:r w:rsidR="00C61DC5" w:rsidRPr="00F4223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422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F4223D" w:rsidTr="003E1941">
        <w:tc>
          <w:tcPr>
            <w:tcW w:w="4962" w:type="dxa"/>
            <w:vAlign w:val="center"/>
          </w:tcPr>
          <w:p w:rsidR="0085747A" w:rsidRPr="00F422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4223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422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4223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4223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422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4223D" w:rsidTr="00923D7D">
        <w:tc>
          <w:tcPr>
            <w:tcW w:w="4962" w:type="dxa"/>
          </w:tcPr>
          <w:p w:rsidR="0085747A" w:rsidRPr="00F422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G</w:t>
            </w:r>
            <w:r w:rsidR="0085747A" w:rsidRPr="00F4223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4223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4223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4223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4223D">
              <w:rPr>
                <w:rFonts w:ascii="Corbel" w:hAnsi="Corbel"/>
                <w:sz w:val="24"/>
                <w:szCs w:val="24"/>
              </w:rPr>
              <w:t xml:space="preserve"> z </w:t>
            </w:r>
            <w:r w:rsidR="00EA5D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4223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4223D" w:rsidRDefault="00DE0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F4223D" w:rsidTr="00923D7D">
        <w:tc>
          <w:tcPr>
            <w:tcW w:w="4962" w:type="dxa"/>
          </w:tcPr>
          <w:p w:rsidR="00C61DC5" w:rsidRPr="00F422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F422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4223D" w:rsidRDefault="00DE05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C61DC5" w:rsidRPr="00F4223D" w:rsidTr="00923D7D">
        <w:tc>
          <w:tcPr>
            <w:tcW w:w="4962" w:type="dxa"/>
          </w:tcPr>
          <w:p w:rsidR="0071620A" w:rsidRPr="00F422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F422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F4223D" w:rsidRDefault="00704B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F4223D" w:rsidTr="00923D7D">
        <w:tc>
          <w:tcPr>
            <w:tcW w:w="4962" w:type="dxa"/>
          </w:tcPr>
          <w:p w:rsidR="0085747A" w:rsidRPr="00F422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4223D" w:rsidRDefault="009C41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4223D" w:rsidTr="00923D7D">
        <w:tc>
          <w:tcPr>
            <w:tcW w:w="4962" w:type="dxa"/>
          </w:tcPr>
          <w:p w:rsidR="0085747A" w:rsidRPr="00F422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422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4223D" w:rsidRDefault="009C41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223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F4223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4223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4223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4223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4223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6. </w:t>
      </w:r>
      <w:r w:rsidR="0085747A" w:rsidRPr="00F4223D">
        <w:rPr>
          <w:rFonts w:ascii="Corbel" w:hAnsi="Corbel"/>
          <w:smallCaps w:val="0"/>
          <w:szCs w:val="24"/>
        </w:rPr>
        <w:t>PRAKTYKI ZAWODOWE W RAMACH PRZEDMIOTU</w:t>
      </w:r>
      <w:r w:rsidRPr="00F4223D">
        <w:rPr>
          <w:rFonts w:ascii="Corbel" w:hAnsi="Corbel"/>
          <w:smallCaps w:val="0"/>
          <w:szCs w:val="24"/>
        </w:rPr>
        <w:t xml:space="preserve"> </w:t>
      </w:r>
    </w:p>
    <w:p w:rsidR="0085747A" w:rsidRPr="00F4223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4223D" w:rsidTr="00EA5D1D">
        <w:trPr>
          <w:trHeight w:val="397"/>
        </w:trPr>
        <w:tc>
          <w:tcPr>
            <w:tcW w:w="3544" w:type="dxa"/>
          </w:tcPr>
          <w:p w:rsidR="0085747A" w:rsidRPr="00F42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4223D" w:rsidRDefault="00EA5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4223D" w:rsidTr="00EA5D1D">
        <w:trPr>
          <w:trHeight w:val="397"/>
        </w:trPr>
        <w:tc>
          <w:tcPr>
            <w:tcW w:w="3544" w:type="dxa"/>
          </w:tcPr>
          <w:p w:rsidR="0085747A" w:rsidRPr="00F42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4223D" w:rsidRDefault="00EA5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4223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4223D">
        <w:rPr>
          <w:rFonts w:ascii="Corbel" w:hAnsi="Corbel"/>
          <w:smallCaps w:val="0"/>
          <w:szCs w:val="24"/>
        </w:rPr>
        <w:t xml:space="preserve">7. </w:t>
      </w:r>
      <w:r w:rsidR="0085747A" w:rsidRPr="00F4223D">
        <w:rPr>
          <w:rFonts w:ascii="Corbel" w:hAnsi="Corbel"/>
          <w:smallCaps w:val="0"/>
          <w:szCs w:val="24"/>
        </w:rPr>
        <w:t>LITERATURA</w:t>
      </w:r>
      <w:r w:rsidRPr="00F4223D">
        <w:rPr>
          <w:rFonts w:ascii="Corbel" w:hAnsi="Corbel"/>
          <w:smallCaps w:val="0"/>
          <w:szCs w:val="24"/>
        </w:rPr>
        <w:t xml:space="preserve"> </w:t>
      </w:r>
    </w:p>
    <w:p w:rsidR="008663C0" w:rsidRPr="00F4223D" w:rsidRDefault="008663C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3C0" w:rsidRPr="00F4223D" w:rsidTr="00EA5D1D">
        <w:trPr>
          <w:trHeight w:val="397"/>
        </w:trPr>
        <w:tc>
          <w:tcPr>
            <w:tcW w:w="7513" w:type="dxa"/>
          </w:tcPr>
          <w:p w:rsidR="008663C0" w:rsidRDefault="008663C0" w:rsidP="00E34B4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A5D1D">
              <w:rPr>
                <w:rFonts w:ascii="Corbel" w:hAnsi="Corbel"/>
                <w:smallCaps w:val="0"/>
                <w:szCs w:val="24"/>
              </w:rPr>
              <w:t xml:space="preserve">Literatura podstawowa: </w:t>
            </w:r>
          </w:p>
          <w:p w:rsidR="00EA5D1D" w:rsidRPr="00EA5D1D" w:rsidRDefault="00EA5D1D" w:rsidP="00E34B4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8663C0" w:rsidRPr="00F4223D" w:rsidRDefault="008663C0" w:rsidP="008663C0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Dziemianowicz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 Szmigiel-Rawska, P. Nowicka, A. Dąbrowska, </w:t>
            </w:r>
            <w:r w:rsidRPr="00F4223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Planowanie strategiczne. Poradnik dla pracowników administracji publicznej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</w:t>
            </w:r>
          </w:p>
          <w:p w:rsidR="008663C0" w:rsidRPr="00F4223D" w:rsidRDefault="008663C0" w:rsidP="008663C0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Wla</w:t>
            </w:r>
            <w:r w:rsidR="00854B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ź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lak</w:t>
            </w:r>
            <w:proofErr w:type="spellEnd"/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132C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regionalny jako zadanie administracji publicznej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wer, Warszawa 2010</w:t>
            </w:r>
          </w:p>
        </w:tc>
      </w:tr>
      <w:tr w:rsidR="008663C0" w:rsidRPr="00F4223D" w:rsidTr="00EA5D1D">
        <w:trPr>
          <w:trHeight w:val="397"/>
        </w:trPr>
        <w:tc>
          <w:tcPr>
            <w:tcW w:w="7513" w:type="dxa"/>
          </w:tcPr>
          <w:p w:rsidR="008663C0" w:rsidRDefault="008663C0" w:rsidP="00E34B4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A5D1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A5D1D" w:rsidRPr="00EA5D1D" w:rsidRDefault="00EA5D1D" w:rsidP="00E34B4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8663C0" w:rsidRPr="00F4223D" w:rsidRDefault="008663C0" w:rsidP="008663C0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H. Gawroński, </w:t>
            </w:r>
            <w:r w:rsidRPr="00F4223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strategiczne w samorządach lokalnych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Kluwer, </w:t>
            </w:r>
            <w:r w:rsidRPr="00F422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</w:t>
            </w:r>
          </w:p>
        </w:tc>
      </w:tr>
    </w:tbl>
    <w:p w:rsidR="0085747A" w:rsidRPr="00F422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4223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422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422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E2F" w:rsidRDefault="00CA1E2F" w:rsidP="00C16ABF">
      <w:pPr>
        <w:spacing w:after="0" w:line="240" w:lineRule="auto"/>
      </w:pPr>
      <w:r>
        <w:separator/>
      </w:r>
    </w:p>
  </w:endnote>
  <w:endnote w:type="continuationSeparator" w:id="0">
    <w:p w:rsidR="00CA1E2F" w:rsidRDefault="00CA1E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E2F" w:rsidRDefault="00CA1E2F" w:rsidP="00C16ABF">
      <w:pPr>
        <w:spacing w:after="0" w:line="240" w:lineRule="auto"/>
      </w:pPr>
      <w:r>
        <w:separator/>
      </w:r>
    </w:p>
  </w:footnote>
  <w:footnote w:type="continuationSeparator" w:id="0">
    <w:p w:rsidR="00CA1E2F" w:rsidRDefault="00CA1E2F" w:rsidP="00C16ABF">
      <w:pPr>
        <w:spacing w:after="0" w:line="240" w:lineRule="auto"/>
      </w:pPr>
      <w:r>
        <w:continuationSeparator/>
      </w:r>
    </w:p>
  </w:footnote>
  <w:footnote w:id="1">
    <w:p w:rsidR="00E51063" w:rsidRDefault="00E51063" w:rsidP="00E510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A544B"/>
    <w:multiLevelType w:val="hybridMultilevel"/>
    <w:tmpl w:val="078C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E2AB4"/>
    <w:multiLevelType w:val="hybridMultilevel"/>
    <w:tmpl w:val="6E14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024"/>
    <w:rsid w:val="00015B8F"/>
    <w:rsid w:val="00022ECE"/>
    <w:rsid w:val="00042A51"/>
    <w:rsid w:val="00042D2E"/>
    <w:rsid w:val="00044C82"/>
    <w:rsid w:val="00070ED6"/>
    <w:rsid w:val="000742DC"/>
    <w:rsid w:val="00084C12"/>
    <w:rsid w:val="0008673F"/>
    <w:rsid w:val="0009462C"/>
    <w:rsid w:val="00094B12"/>
    <w:rsid w:val="00096C46"/>
    <w:rsid w:val="000A2651"/>
    <w:rsid w:val="000A296F"/>
    <w:rsid w:val="000A2A28"/>
    <w:rsid w:val="000A4CA2"/>
    <w:rsid w:val="000B192D"/>
    <w:rsid w:val="000B28EE"/>
    <w:rsid w:val="000B3E37"/>
    <w:rsid w:val="000C2887"/>
    <w:rsid w:val="000D04B0"/>
    <w:rsid w:val="000F1C57"/>
    <w:rsid w:val="000F5615"/>
    <w:rsid w:val="00121C29"/>
    <w:rsid w:val="00121F96"/>
    <w:rsid w:val="00124BFF"/>
    <w:rsid w:val="0012560E"/>
    <w:rsid w:val="00127108"/>
    <w:rsid w:val="00134B13"/>
    <w:rsid w:val="00146BC0"/>
    <w:rsid w:val="0015251A"/>
    <w:rsid w:val="00153C41"/>
    <w:rsid w:val="00154381"/>
    <w:rsid w:val="001640A7"/>
    <w:rsid w:val="00164FA7"/>
    <w:rsid w:val="00166A03"/>
    <w:rsid w:val="001718A7"/>
    <w:rsid w:val="001737CF"/>
    <w:rsid w:val="00176083"/>
    <w:rsid w:val="00176605"/>
    <w:rsid w:val="00177C0C"/>
    <w:rsid w:val="00192F37"/>
    <w:rsid w:val="001A70D2"/>
    <w:rsid w:val="001B25F3"/>
    <w:rsid w:val="001C3C2E"/>
    <w:rsid w:val="001D657B"/>
    <w:rsid w:val="001D7B54"/>
    <w:rsid w:val="001E0209"/>
    <w:rsid w:val="001F2CA2"/>
    <w:rsid w:val="00202E7D"/>
    <w:rsid w:val="002144C0"/>
    <w:rsid w:val="00216DF0"/>
    <w:rsid w:val="0022477D"/>
    <w:rsid w:val="002278A9"/>
    <w:rsid w:val="002336F9"/>
    <w:rsid w:val="0024028F"/>
    <w:rsid w:val="00243424"/>
    <w:rsid w:val="00244ABC"/>
    <w:rsid w:val="002466BB"/>
    <w:rsid w:val="002510B9"/>
    <w:rsid w:val="00257CF4"/>
    <w:rsid w:val="00273B07"/>
    <w:rsid w:val="00281FF2"/>
    <w:rsid w:val="002857DE"/>
    <w:rsid w:val="002872CD"/>
    <w:rsid w:val="00291567"/>
    <w:rsid w:val="00296739"/>
    <w:rsid w:val="002A22BF"/>
    <w:rsid w:val="002A2389"/>
    <w:rsid w:val="002A671D"/>
    <w:rsid w:val="002B29D2"/>
    <w:rsid w:val="002B4D55"/>
    <w:rsid w:val="002B5EA0"/>
    <w:rsid w:val="002B6119"/>
    <w:rsid w:val="002C1F06"/>
    <w:rsid w:val="002D0C99"/>
    <w:rsid w:val="002D3375"/>
    <w:rsid w:val="002D73D4"/>
    <w:rsid w:val="002E640E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154"/>
    <w:rsid w:val="003A0A5B"/>
    <w:rsid w:val="003A1176"/>
    <w:rsid w:val="003B30E2"/>
    <w:rsid w:val="003C0BAE"/>
    <w:rsid w:val="003D18A9"/>
    <w:rsid w:val="003D6CE2"/>
    <w:rsid w:val="003D6E3C"/>
    <w:rsid w:val="003E1329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9A1"/>
    <w:rsid w:val="00461EFC"/>
    <w:rsid w:val="004652C2"/>
    <w:rsid w:val="00467280"/>
    <w:rsid w:val="004706D1"/>
    <w:rsid w:val="00471326"/>
    <w:rsid w:val="00472D5C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449"/>
    <w:rsid w:val="005363C4"/>
    <w:rsid w:val="00536BDE"/>
    <w:rsid w:val="00543ACC"/>
    <w:rsid w:val="0056696D"/>
    <w:rsid w:val="0059484D"/>
    <w:rsid w:val="005A0855"/>
    <w:rsid w:val="005A3196"/>
    <w:rsid w:val="005A3285"/>
    <w:rsid w:val="005A3E20"/>
    <w:rsid w:val="005B12A2"/>
    <w:rsid w:val="005C080F"/>
    <w:rsid w:val="005C1CDF"/>
    <w:rsid w:val="005C55E5"/>
    <w:rsid w:val="005C696A"/>
    <w:rsid w:val="005E6E85"/>
    <w:rsid w:val="005F31D2"/>
    <w:rsid w:val="005F4C38"/>
    <w:rsid w:val="0061029B"/>
    <w:rsid w:val="006132CF"/>
    <w:rsid w:val="00617230"/>
    <w:rsid w:val="00617C22"/>
    <w:rsid w:val="00621CE1"/>
    <w:rsid w:val="00627FC9"/>
    <w:rsid w:val="00647FA8"/>
    <w:rsid w:val="00650C5F"/>
    <w:rsid w:val="00654934"/>
    <w:rsid w:val="006620D9"/>
    <w:rsid w:val="00671958"/>
    <w:rsid w:val="00675843"/>
    <w:rsid w:val="00676441"/>
    <w:rsid w:val="00696477"/>
    <w:rsid w:val="006B21A2"/>
    <w:rsid w:val="006C3643"/>
    <w:rsid w:val="006D050F"/>
    <w:rsid w:val="006D2A98"/>
    <w:rsid w:val="006D6139"/>
    <w:rsid w:val="006E5D65"/>
    <w:rsid w:val="006F1282"/>
    <w:rsid w:val="006F1FBC"/>
    <w:rsid w:val="006F31E2"/>
    <w:rsid w:val="0070058E"/>
    <w:rsid w:val="0070402D"/>
    <w:rsid w:val="00704BA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F80"/>
    <w:rsid w:val="007F4155"/>
    <w:rsid w:val="0081554D"/>
    <w:rsid w:val="0081707E"/>
    <w:rsid w:val="008219A7"/>
    <w:rsid w:val="00831011"/>
    <w:rsid w:val="008337B4"/>
    <w:rsid w:val="00834707"/>
    <w:rsid w:val="008350EA"/>
    <w:rsid w:val="0084119F"/>
    <w:rsid w:val="008449B3"/>
    <w:rsid w:val="00854B90"/>
    <w:rsid w:val="0085660A"/>
    <w:rsid w:val="0085747A"/>
    <w:rsid w:val="008663C0"/>
    <w:rsid w:val="00884922"/>
    <w:rsid w:val="00885038"/>
    <w:rsid w:val="00885F64"/>
    <w:rsid w:val="008917F9"/>
    <w:rsid w:val="008A45F7"/>
    <w:rsid w:val="008B05DF"/>
    <w:rsid w:val="008C0CC0"/>
    <w:rsid w:val="008C19A9"/>
    <w:rsid w:val="008C379D"/>
    <w:rsid w:val="008C5147"/>
    <w:rsid w:val="008C5359"/>
    <w:rsid w:val="008C5363"/>
    <w:rsid w:val="008D3DFB"/>
    <w:rsid w:val="008E5043"/>
    <w:rsid w:val="008E64F4"/>
    <w:rsid w:val="008F12C9"/>
    <w:rsid w:val="008F6E29"/>
    <w:rsid w:val="00916188"/>
    <w:rsid w:val="00923D7D"/>
    <w:rsid w:val="009508DF"/>
    <w:rsid w:val="00950DAC"/>
    <w:rsid w:val="00954A07"/>
    <w:rsid w:val="009737BF"/>
    <w:rsid w:val="0099249A"/>
    <w:rsid w:val="00993030"/>
    <w:rsid w:val="00997F14"/>
    <w:rsid w:val="009A78D9"/>
    <w:rsid w:val="009C3E31"/>
    <w:rsid w:val="009C4153"/>
    <w:rsid w:val="009C54AE"/>
    <w:rsid w:val="009C788E"/>
    <w:rsid w:val="009D30C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D8A"/>
    <w:rsid w:val="00A84C85"/>
    <w:rsid w:val="00A87FCB"/>
    <w:rsid w:val="00A95165"/>
    <w:rsid w:val="00A97DE1"/>
    <w:rsid w:val="00AB053C"/>
    <w:rsid w:val="00AC1DE0"/>
    <w:rsid w:val="00AD1146"/>
    <w:rsid w:val="00AD27D3"/>
    <w:rsid w:val="00AD4AC5"/>
    <w:rsid w:val="00AD66D6"/>
    <w:rsid w:val="00AE1160"/>
    <w:rsid w:val="00AE203C"/>
    <w:rsid w:val="00AE20B4"/>
    <w:rsid w:val="00AE2E74"/>
    <w:rsid w:val="00AE5FCB"/>
    <w:rsid w:val="00AF2C1E"/>
    <w:rsid w:val="00B06142"/>
    <w:rsid w:val="00B135B1"/>
    <w:rsid w:val="00B261DB"/>
    <w:rsid w:val="00B3130B"/>
    <w:rsid w:val="00B355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AB8"/>
    <w:rsid w:val="00B90885"/>
    <w:rsid w:val="00BB520A"/>
    <w:rsid w:val="00BB6087"/>
    <w:rsid w:val="00BC518A"/>
    <w:rsid w:val="00BC5FC5"/>
    <w:rsid w:val="00BD3869"/>
    <w:rsid w:val="00BD4BF2"/>
    <w:rsid w:val="00BD66E9"/>
    <w:rsid w:val="00BD6F86"/>
    <w:rsid w:val="00BD6FF4"/>
    <w:rsid w:val="00BE6755"/>
    <w:rsid w:val="00BF2C41"/>
    <w:rsid w:val="00BF42B8"/>
    <w:rsid w:val="00C058B4"/>
    <w:rsid w:val="00C05F44"/>
    <w:rsid w:val="00C131B5"/>
    <w:rsid w:val="00C16ABF"/>
    <w:rsid w:val="00C170AE"/>
    <w:rsid w:val="00C26CB7"/>
    <w:rsid w:val="00C324C1"/>
    <w:rsid w:val="00C33CEC"/>
    <w:rsid w:val="00C36992"/>
    <w:rsid w:val="00C56036"/>
    <w:rsid w:val="00C61DC5"/>
    <w:rsid w:val="00C674D0"/>
    <w:rsid w:val="00C67E92"/>
    <w:rsid w:val="00C7071F"/>
    <w:rsid w:val="00C70A26"/>
    <w:rsid w:val="00C731FD"/>
    <w:rsid w:val="00C766DF"/>
    <w:rsid w:val="00C834E1"/>
    <w:rsid w:val="00C86B29"/>
    <w:rsid w:val="00C94B98"/>
    <w:rsid w:val="00CA1E2F"/>
    <w:rsid w:val="00CA2B96"/>
    <w:rsid w:val="00CA5089"/>
    <w:rsid w:val="00CC2222"/>
    <w:rsid w:val="00CD6897"/>
    <w:rsid w:val="00CE2F4F"/>
    <w:rsid w:val="00CE5BAC"/>
    <w:rsid w:val="00CF25BE"/>
    <w:rsid w:val="00CF78ED"/>
    <w:rsid w:val="00D02B25"/>
    <w:rsid w:val="00D02EBA"/>
    <w:rsid w:val="00D15855"/>
    <w:rsid w:val="00D17C3C"/>
    <w:rsid w:val="00D220D6"/>
    <w:rsid w:val="00D26B2C"/>
    <w:rsid w:val="00D352C9"/>
    <w:rsid w:val="00D425B2"/>
    <w:rsid w:val="00D428D6"/>
    <w:rsid w:val="00D552B2"/>
    <w:rsid w:val="00D606E4"/>
    <w:rsid w:val="00D608D1"/>
    <w:rsid w:val="00D6776B"/>
    <w:rsid w:val="00D74119"/>
    <w:rsid w:val="00D8075B"/>
    <w:rsid w:val="00D8678B"/>
    <w:rsid w:val="00DA2114"/>
    <w:rsid w:val="00DB2CE6"/>
    <w:rsid w:val="00DD2831"/>
    <w:rsid w:val="00DD65E5"/>
    <w:rsid w:val="00DE0578"/>
    <w:rsid w:val="00DE09C0"/>
    <w:rsid w:val="00DE4A14"/>
    <w:rsid w:val="00DF320D"/>
    <w:rsid w:val="00DF71C8"/>
    <w:rsid w:val="00E04DE4"/>
    <w:rsid w:val="00E115F0"/>
    <w:rsid w:val="00E129B8"/>
    <w:rsid w:val="00E21E7D"/>
    <w:rsid w:val="00E22FBC"/>
    <w:rsid w:val="00E24BF5"/>
    <w:rsid w:val="00E25338"/>
    <w:rsid w:val="00E32827"/>
    <w:rsid w:val="00E51063"/>
    <w:rsid w:val="00E51E44"/>
    <w:rsid w:val="00E62226"/>
    <w:rsid w:val="00E63348"/>
    <w:rsid w:val="00E77E88"/>
    <w:rsid w:val="00E8107D"/>
    <w:rsid w:val="00E960BB"/>
    <w:rsid w:val="00EA2074"/>
    <w:rsid w:val="00EA4832"/>
    <w:rsid w:val="00EA4E9D"/>
    <w:rsid w:val="00EA5D1D"/>
    <w:rsid w:val="00EB6F9A"/>
    <w:rsid w:val="00EC4899"/>
    <w:rsid w:val="00ED03AB"/>
    <w:rsid w:val="00ED32D2"/>
    <w:rsid w:val="00ED45FE"/>
    <w:rsid w:val="00ED57B8"/>
    <w:rsid w:val="00EE32DE"/>
    <w:rsid w:val="00EE5457"/>
    <w:rsid w:val="00F070AB"/>
    <w:rsid w:val="00F17567"/>
    <w:rsid w:val="00F27A7B"/>
    <w:rsid w:val="00F4223D"/>
    <w:rsid w:val="00F50305"/>
    <w:rsid w:val="00F51B24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7CC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69B98"/>
  <w15:docId w15:val="{7EEECCF4-D240-44FF-8309-7C26EA92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gt-baf-back">
    <w:name w:val="gt-baf-back"/>
    <w:rsid w:val="00704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E46F-0087-4EF1-8C0D-7DF41626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1387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2019-02-06T12:12:00Z</cp:lastPrinted>
  <dcterms:created xsi:type="dcterms:W3CDTF">2021-04-13T10:35:00Z</dcterms:created>
  <dcterms:modified xsi:type="dcterms:W3CDTF">2021-08-23T11:39:00Z</dcterms:modified>
</cp:coreProperties>
</file>